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27E" w:rsidRDefault="0050327E" w:rsidP="00975610">
      <w:pPr>
        <w:snapToGrid w:val="0"/>
        <w:rPr>
          <w:rFonts w:ascii="黑体" w:eastAsia="黑体" w:hAnsi="宋体" w:cs="黑体"/>
        </w:rPr>
      </w:pPr>
      <w:r>
        <w:rPr>
          <w:rFonts w:ascii="黑体" w:eastAsia="黑体" w:hAnsi="宋体" w:cs="黑体" w:hint="eastAsia"/>
        </w:rPr>
        <w:t>附件</w:t>
      </w:r>
      <w:r>
        <w:rPr>
          <w:rFonts w:ascii="黑体" w:eastAsia="黑体" w:hAnsi="宋体" w:cs="黑体"/>
        </w:rPr>
        <w:t>1</w:t>
      </w:r>
    </w:p>
    <w:p w:rsidR="0050327E" w:rsidRDefault="0050327E" w:rsidP="00975610">
      <w:pPr>
        <w:jc w:val="center"/>
        <w:rPr>
          <w:rFonts w:ascii="宋体" w:eastAsia="宋体" w:hAnsi="宋体"/>
        </w:rPr>
      </w:pPr>
    </w:p>
    <w:p w:rsidR="0050327E" w:rsidRDefault="0050327E" w:rsidP="00975610">
      <w:pPr>
        <w:jc w:val="center"/>
        <w:rPr>
          <w:rFonts w:ascii="宋体" w:eastAsia="宋体" w:hAnsi="宋体"/>
        </w:rPr>
      </w:pPr>
      <w:r>
        <w:rPr>
          <w:rFonts w:ascii="宋体" w:eastAsia="宋体" w:hAnsi="宋体" w:cs="宋体" w:hint="eastAsia"/>
        </w:rPr>
        <w:t>各院（系）推荐省级优秀博士、硕士学位论文名额分配表</w:t>
      </w:r>
    </w:p>
    <w:p w:rsidR="0050327E" w:rsidRDefault="0050327E" w:rsidP="00975610">
      <w:pPr>
        <w:spacing w:line="240" w:lineRule="exact"/>
        <w:jc w:val="center"/>
        <w:rPr>
          <w:rFonts w:ascii="宋体" w:eastAsia="宋体" w:hAnsi="宋体"/>
          <w:sz w:val="21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292"/>
        <w:gridCol w:w="1455"/>
        <w:gridCol w:w="1117"/>
      </w:tblGrid>
      <w:tr w:rsidR="0050327E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27E" w:rsidRDefault="0050327E" w:rsidP="007E2F41">
            <w:pPr>
              <w:spacing w:line="240" w:lineRule="atLeast"/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院（系）名称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27E" w:rsidRPr="00260ED0" w:rsidRDefault="0050327E" w:rsidP="007E2F41">
            <w:pPr>
              <w:spacing w:line="240" w:lineRule="atLeas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260ED0">
              <w:rPr>
                <w:rFonts w:eastAsia="宋体" w:hAnsi="宋体" w:cs="宋体" w:hint="eastAsia"/>
                <w:b/>
                <w:bCs/>
                <w:sz w:val="21"/>
                <w:szCs w:val="21"/>
              </w:rPr>
              <w:t>博士名额</w:t>
            </w:r>
          </w:p>
        </w:tc>
        <w:tc>
          <w:tcPr>
            <w:tcW w:w="1117" w:type="dxa"/>
          </w:tcPr>
          <w:p w:rsidR="0050327E" w:rsidRPr="00260ED0" w:rsidRDefault="0050327E" w:rsidP="007E2F41">
            <w:pPr>
              <w:spacing w:line="240" w:lineRule="atLeas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260ED0">
              <w:rPr>
                <w:rFonts w:eastAsia="宋体" w:hAnsi="宋体" w:cs="宋体" w:hint="eastAsia"/>
                <w:b/>
                <w:bCs/>
                <w:sz w:val="21"/>
                <w:szCs w:val="21"/>
              </w:rPr>
              <w:t>硕士名额</w:t>
            </w:r>
          </w:p>
        </w:tc>
      </w:tr>
      <w:tr w:rsidR="0050327E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0327E" w:rsidRDefault="0050327E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数学与统计学院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60ED0">
              <w:rPr>
                <w:rFonts w:eastAsia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117" w:type="dxa"/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60ED0">
              <w:rPr>
                <w:rFonts w:eastAsia="宋体"/>
                <w:kern w:val="0"/>
                <w:sz w:val="20"/>
                <w:szCs w:val="20"/>
              </w:rPr>
              <w:t>1</w:t>
            </w:r>
          </w:p>
        </w:tc>
      </w:tr>
      <w:tr w:rsidR="0050327E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0327E" w:rsidRDefault="0050327E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物理学院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60ED0">
              <w:rPr>
                <w:rFonts w:eastAsia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117" w:type="dxa"/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60ED0">
              <w:rPr>
                <w:rFonts w:eastAsia="宋体"/>
                <w:kern w:val="0"/>
                <w:sz w:val="20"/>
                <w:szCs w:val="20"/>
              </w:rPr>
              <w:t>1</w:t>
            </w:r>
          </w:p>
        </w:tc>
      </w:tr>
      <w:tr w:rsidR="0050327E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0327E" w:rsidRDefault="0050327E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化学与化工学院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60ED0">
              <w:rPr>
                <w:rFonts w:eastAsia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117" w:type="dxa"/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60ED0">
              <w:rPr>
                <w:rFonts w:eastAsia="宋体"/>
                <w:kern w:val="0"/>
                <w:sz w:val="20"/>
                <w:szCs w:val="20"/>
              </w:rPr>
              <w:t>1</w:t>
            </w:r>
          </w:p>
        </w:tc>
      </w:tr>
      <w:tr w:rsidR="0050327E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0327E" w:rsidRDefault="0050327E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机械科学与工程学院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60ED0">
              <w:rPr>
                <w:rFonts w:eastAsia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1117" w:type="dxa"/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5</w:t>
            </w:r>
          </w:p>
        </w:tc>
      </w:tr>
      <w:tr w:rsidR="0050327E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0327E" w:rsidRDefault="0050327E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材料科学与工程学院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1117" w:type="dxa"/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3</w:t>
            </w:r>
          </w:p>
        </w:tc>
      </w:tr>
      <w:tr w:rsidR="0050327E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0327E" w:rsidRDefault="0050327E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能源与动力工程学院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60ED0">
              <w:rPr>
                <w:rFonts w:eastAsia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1117" w:type="dxa"/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60ED0">
              <w:rPr>
                <w:rFonts w:eastAsia="宋体"/>
                <w:kern w:val="0"/>
                <w:sz w:val="20"/>
                <w:szCs w:val="20"/>
              </w:rPr>
              <w:t>3</w:t>
            </w:r>
          </w:p>
        </w:tc>
      </w:tr>
      <w:tr w:rsidR="0050327E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0327E" w:rsidRDefault="0050327E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电气与电子工程学院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1117" w:type="dxa"/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4</w:t>
            </w:r>
          </w:p>
        </w:tc>
      </w:tr>
      <w:tr w:rsidR="0050327E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0327E" w:rsidRDefault="0050327E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船舶与海洋工程学院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60ED0">
              <w:rPr>
                <w:rFonts w:eastAsia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117" w:type="dxa"/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60ED0">
              <w:rPr>
                <w:rFonts w:eastAsia="宋体"/>
                <w:kern w:val="0"/>
                <w:sz w:val="20"/>
                <w:szCs w:val="20"/>
              </w:rPr>
              <w:t>1</w:t>
            </w:r>
          </w:p>
        </w:tc>
      </w:tr>
      <w:tr w:rsidR="0050327E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0327E" w:rsidRDefault="0050327E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生命科学与技术学院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60ED0">
              <w:rPr>
                <w:rFonts w:eastAsia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1117" w:type="dxa"/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60ED0">
              <w:rPr>
                <w:rFonts w:eastAsia="宋体"/>
                <w:kern w:val="0"/>
                <w:sz w:val="20"/>
                <w:szCs w:val="20"/>
              </w:rPr>
              <w:t>2</w:t>
            </w:r>
          </w:p>
        </w:tc>
      </w:tr>
      <w:tr w:rsidR="0050327E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0327E" w:rsidRDefault="0050327E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电子与信息工程系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1117" w:type="dxa"/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60ED0">
              <w:rPr>
                <w:rFonts w:eastAsia="宋体"/>
                <w:kern w:val="0"/>
                <w:sz w:val="20"/>
                <w:szCs w:val="20"/>
              </w:rPr>
              <w:t>3</w:t>
            </w:r>
          </w:p>
        </w:tc>
      </w:tr>
      <w:tr w:rsidR="0050327E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0327E" w:rsidRDefault="0050327E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光学与电子信息学院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60ED0">
              <w:rPr>
                <w:rFonts w:eastAsia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1117" w:type="dxa"/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5</w:t>
            </w:r>
          </w:p>
        </w:tc>
      </w:tr>
      <w:tr w:rsidR="0050327E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0327E" w:rsidRDefault="0050327E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自动化学院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60ED0">
              <w:rPr>
                <w:rFonts w:eastAsia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117" w:type="dxa"/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60ED0">
              <w:rPr>
                <w:rFonts w:eastAsia="宋体"/>
                <w:kern w:val="0"/>
                <w:sz w:val="20"/>
                <w:szCs w:val="20"/>
              </w:rPr>
              <w:t>4</w:t>
            </w:r>
          </w:p>
        </w:tc>
      </w:tr>
      <w:tr w:rsidR="0050327E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0327E" w:rsidRDefault="0050327E" w:rsidP="007E2F41">
            <w:pPr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武汉光电国家实验室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1</w:t>
            </w:r>
          </w:p>
        </w:tc>
      </w:tr>
      <w:tr w:rsidR="0050327E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0327E" w:rsidRDefault="0050327E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计算机科学与技术学院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1117" w:type="dxa"/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60ED0">
              <w:rPr>
                <w:rFonts w:eastAsia="宋体"/>
                <w:kern w:val="0"/>
                <w:sz w:val="20"/>
                <w:szCs w:val="20"/>
              </w:rPr>
              <w:t>4</w:t>
            </w:r>
          </w:p>
        </w:tc>
      </w:tr>
      <w:tr w:rsidR="0050327E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0327E" w:rsidRDefault="0050327E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软件学院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60ED0">
              <w:rPr>
                <w:rFonts w:eastAsia="宋体"/>
                <w:kern w:val="0"/>
                <w:sz w:val="20"/>
                <w:szCs w:val="20"/>
              </w:rPr>
              <w:t>2</w:t>
            </w:r>
          </w:p>
        </w:tc>
      </w:tr>
      <w:tr w:rsidR="0050327E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0327E" w:rsidRDefault="0050327E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建筑与城市规划学院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60ED0">
              <w:rPr>
                <w:rFonts w:eastAsia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117" w:type="dxa"/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60ED0">
              <w:rPr>
                <w:rFonts w:eastAsia="宋体"/>
                <w:kern w:val="0"/>
                <w:sz w:val="20"/>
                <w:szCs w:val="20"/>
              </w:rPr>
              <w:t>2</w:t>
            </w:r>
          </w:p>
        </w:tc>
      </w:tr>
      <w:tr w:rsidR="0050327E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0327E" w:rsidRDefault="0050327E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土木工程与力学学院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60ED0">
              <w:rPr>
                <w:rFonts w:eastAsia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117" w:type="dxa"/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60ED0">
              <w:rPr>
                <w:rFonts w:eastAsia="宋体"/>
                <w:kern w:val="0"/>
                <w:sz w:val="20"/>
                <w:szCs w:val="20"/>
              </w:rPr>
              <w:t>2</w:t>
            </w:r>
          </w:p>
        </w:tc>
      </w:tr>
      <w:tr w:rsidR="0050327E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0327E" w:rsidRDefault="0050327E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环境科学与工程学院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117" w:type="dxa"/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60ED0">
              <w:rPr>
                <w:rFonts w:eastAsia="宋体"/>
                <w:kern w:val="0"/>
                <w:sz w:val="20"/>
                <w:szCs w:val="20"/>
              </w:rPr>
              <w:t>2</w:t>
            </w:r>
          </w:p>
        </w:tc>
      </w:tr>
      <w:tr w:rsidR="0050327E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0327E" w:rsidRDefault="0050327E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水电与数字化工程学院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117" w:type="dxa"/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60ED0">
              <w:rPr>
                <w:rFonts w:eastAsia="宋体"/>
                <w:kern w:val="0"/>
                <w:sz w:val="20"/>
                <w:szCs w:val="20"/>
              </w:rPr>
              <w:t>1</w:t>
            </w:r>
          </w:p>
        </w:tc>
      </w:tr>
      <w:tr w:rsidR="0050327E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0327E" w:rsidRDefault="0050327E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管理学院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60ED0">
              <w:rPr>
                <w:rFonts w:eastAsia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1117" w:type="dxa"/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5</w:t>
            </w:r>
          </w:p>
        </w:tc>
      </w:tr>
      <w:tr w:rsidR="0050327E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0327E" w:rsidRDefault="0050327E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经济学院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1117" w:type="dxa"/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60ED0">
              <w:rPr>
                <w:rFonts w:eastAsia="宋体"/>
                <w:kern w:val="0"/>
                <w:sz w:val="20"/>
                <w:szCs w:val="20"/>
              </w:rPr>
              <w:t>2</w:t>
            </w:r>
          </w:p>
        </w:tc>
      </w:tr>
      <w:tr w:rsidR="0050327E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0327E" w:rsidRDefault="0050327E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人文学院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60ED0">
              <w:rPr>
                <w:rFonts w:eastAsia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117" w:type="dxa"/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2</w:t>
            </w:r>
          </w:p>
        </w:tc>
      </w:tr>
      <w:tr w:rsidR="0050327E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0327E" w:rsidRDefault="0050327E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法学院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117" w:type="dxa"/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60ED0">
              <w:rPr>
                <w:rFonts w:eastAsia="宋体"/>
                <w:kern w:val="0"/>
                <w:sz w:val="20"/>
                <w:szCs w:val="20"/>
              </w:rPr>
              <w:t>3</w:t>
            </w:r>
          </w:p>
        </w:tc>
      </w:tr>
      <w:tr w:rsidR="0050327E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0327E" w:rsidRDefault="0050327E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社会学系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117" w:type="dxa"/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60ED0">
              <w:rPr>
                <w:rFonts w:eastAsia="宋体"/>
                <w:kern w:val="0"/>
                <w:sz w:val="20"/>
                <w:szCs w:val="20"/>
              </w:rPr>
              <w:t>1</w:t>
            </w:r>
          </w:p>
        </w:tc>
      </w:tr>
      <w:tr w:rsidR="0050327E">
        <w:trPr>
          <w:trHeight w:val="22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0327E" w:rsidRDefault="0050327E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公共管理学院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60ED0">
              <w:rPr>
                <w:rFonts w:eastAsia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117" w:type="dxa"/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3</w:t>
            </w:r>
          </w:p>
        </w:tc>
      </w:tr>
      <w:tr w:rsidR="0050327E">
        <w:trPr>
          <w:trHeight w:val="22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0327E" w:rsidRDefault="0050327E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马克思主义学院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60ED0">
              <w:rPr>
                <w:rFonts w:eastAsia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117" w:type="dxa"/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60ED0">
              <w:rPr>
                <w:rFonts w:eastAsia="宋体"/>
                <w:kern w:val="0"/>
                <w:sz w:val="20"/>
                <w:szCs w:val="20"/>
              </w:rPr>
              <w:t>1</w:t>
            </w:r>
          </w:p>
        </w:tc>
      </w:tr>
      <w:tr w:rsidR="0050327E">
        <w:trPr>
          <w:trHeight w:val="22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0327E" w:rsidRDefault="0050327E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外语学院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60ED0">
              <w:rPr>
                <w:rFonts w:eastAsia="宋体"/>
                <w:kern w:val="0"/>
                <w:sz w:val="20"/>
                <w:szCs w:val="20"/>
              </w:rPr>
              <w:t>1</w:t>
            </w:r>
          </w:p>
        </w:tc>
      </w:tr>
      <w:tr w:rsidR="0050327E">
        <w:trPr>
          <w:trHeight w:val="22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0327E" w:rsidRDefault="0050327E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教育科学研究院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117" w:type="dxa"/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60ED0">
              <w:rPr>
                <w:rFonts w:eastAsia="宋体"/>
                <w:kern w:val="0"/>
                <w:sz w:val="20"/>
                <w:szCs w:val="20"/>
              </w:rPr>
              <w:t>1</w:t>
            </w:r>
          </w:p>
        </w:tc>
      </w:tr>
      <w:tr w:rsidR="0050327E">
        <w:trPr>
          <w:trHeight w:val="22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0327E" w:rsidRDefault="0050327E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体育学部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60ED0">
              <w:rPr>
                <w:rFonts w:eastAsia="宋体"/>
                <w:kern w:val="0"/>
                <w:sz w:val="20"/>
                <w:szCs w:val="20"/>
              </w:rPr>
              <w:t>1</w:t>
            </w:r>
          </w:p>
        </w:tc>
      </w:tr>
      <w:tr w:rsidR="0050327E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0327E" w:rsidRDefault="0050327E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新闻与信息传播学院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117" w:type="dxa"/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1</w:t>
            </w:r>
          </w:p>
        </w:tc>
      </w:tr>
      <w:tr w:rsidR="0050327E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0327E" w:rsidRDefault="0050327E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基础医学院（含法医学系）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60ED0">
              <w:rPr>
                <w:rFonts w:eastAsia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117" w:type="dxa"/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1</w:t>
            </w:r>
          </w:p>
        </w:tc>
      </w:tr>
      <w:tr w:rsidR="0050327E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0327E" w:rsidRDefault="0050327E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公共卫生学院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117" w:type="dxa"/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1</w:t>
            </w:r>
          </w:p>
        </w:tc>
      </w:tr>
      <w:tr w:rsidR="0050327E">
        <w:trPr>
          <w:trHeight w:val="22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0327E" w:rsidRDefault="0050327E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药学院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117" w:type="dxa"/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60ED0">
              <w:rPr>
                <w:rFonts w:eastAsia="宋体"/>
                <w:kern w:val="0"/>
                <w:sz w:val="20"/>
                <w:szCs w:val="20"/>
              </w:rPr>
              <w:t>1</w:t>
            </w:r>
          </w:p>
        </w:tc>
      </w:tr>
      <w:tr w:rsidR="0050327E">
        <w:trPr>
          <w:trHeight w:val="22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0327E" w:rsidRDefault="0050327E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医药卫生管理学院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60ED0">
              <w:rPr>
                <w:rFonts w:eastAsia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117" w:type="dxa"/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60ED0">
              <w:rPr>
                <w:rFonts w:eastAsia="宋体"/>
                <w:kern w:val="0"/>
                <w:sz w:val="20"/>
                <w:szCs w:val="20"/>
              </w:rPr>
              <w:t>1</w:t>
            </w:r>
          </w:p>
        </w:tc>
      </w:tr>
      <w:tr w:rsidR="0050327E">
        <w:trPr>
          <w:trHeight w:val="25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0327E" w:rsidRDefault="0050327E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附属协和医院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60ED0">
              <w:rPr>
                <w:rFonts w:eastAsia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1117" w:type="dxa"/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3</w:t>
            </w:r>
          </w:p>
        </w:tc>
      </w:tr>
      <w:tr w:rsidR="0050327E">
        <w:trPr>
          <w:trHeight w:val="225"/>
          <w:jc w:val="center"/>
        </w:trPr>
        <w:tc>
          <w:tcPr>
            <w:tcW w:w="62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0327E" w:rsidRDefault="0050327E" w:rsidP="007E2F41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附属同济医院（含附属梨园医院、计划生育研究所、护理学系）</w:t>
            </w:r>
          </w:p>
        </w:tc>
        <w:tc>
          <w:tcPr>
            <w:tcW w:w="145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60ED0">
              <w:rPr>
                <w:rFonts w:eastAsia="宋体"/>
                <w:kern w:val="0"/>
                <w:sz w:val="20"/>
                <w:szCs w:val="20"/>
              </w:rPr>
              <w:t>1</w:t>
            </w:r>
            <w:r>
              <w:rPr>
                <w:rFonts w:eastAsia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1117" w:type="dxa"/>
            <w:vAlign w:val="bottom"/>
          </w:tcPr>
          <w:p w:rsidR="0050327E" w:rsidRPr="00260ED0" w:rsidRDefault="0050327E" w:rsidP="00260ED0"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60ED0">
              <w:rPr>
                <w:rFonts w:eastAsia="宋体"/>
                <w:kern w:val="0"/>
                <w:sz w:val="20"/>
                <w:szCs w:val="20"/>
              </w:rPr>
              <w:t>5</w:t>
            </w:r>
          </w:p>
        </w:tc>
      </w:tr>
    </w:tbl>
    <w:p w:rsidR="0050327E" w:rsidRDefault="0050327E" w:rsidP="00975610">
      <w:pPr>
        <w:snapToGrid w:val="0"/>
        <w:rPr>
          <w:rFonts w:ascii="黑体" w:eastAsia="黑体" w:hAnsi="宋体" w:cs="黑体"/>
        </w:rPr>
      </w:pPr>
    </w:p>
    <w:p w:rsidR="0050327E" w:rsidRDefault="0050327E" w:rsidP="00975610">
      <w:pPr>
        <w:snapToGrid w:val="0"/>
        <w:rPr>
          <w:rFonts w:ascii="黑体" w:eastAsia="黑体" w:hAnsi="宋体" w:cs="黑体"/>
        </w:rPr>
      </w:pPr>
    </w:p>
    <w:sectPr w:rsidR="0050327E" w:rsidSect="005D79B5">
      <w:headerReference w:type="even" r:id="rId7"/>
      <w:headerReference w:type="default" r:id="rId8"/>
      <w:pgSz w:w="11906" w:h="16838"/>
      <w:pgMar w:top="1440" w:right="1440" w:bottom="1440" w:left="1474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27E" w:rsidRDefault="0050327E">
      <w:r>
        <w:separator/>
      </w:r>
    </w:p>
  </w:endnote>
  <w:endnote w:type="continuationSeparator" w:id="0">
    <w:p w:rsidR="0050327E" w:rsidRDefault="00503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公文小标宋简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_x001A_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27E" w:rsidRDefault="0050327E">
      <w:r>
        <w:separator/>
      </w:r>
    </w:p>
  </w:footnote>
  <w:footnote w:type="continuationSeparator" w:id="0">
    <w:p w:rsidR="0050327E" w:rsidRDefault="005032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27E" w:rsidRDefault="0050327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27E" w:rsidRDefault="0050327E" w:rsidP="00705B8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A7D37"/>
    <w:multiLevelType w:val="hybridMultilevel"/>
    <w:tmpl w:val="9306E702"/>
    <w:lvl w:ilvl="0" w:tplc="9D6CD6C2">
      <w:start w:val="4"/>
      <w:numFmt w:val="decimal"/>
      <w:lvlText w:val="%1．"/>
      <w:lvlJc w:val="left"/>
      <w:pPr>
        <w:tabs>
          <w:tab w:val="num" w:pos="2505"/>
        </w:tabs>
        <w:ind w:left="2505" w:hanging="795"/>
      </w:pPr>
      <w:rPr>
        <w:rFonts w:cs="Times New Roman"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2550"/>
        </w:tabs>
        <w:ind w:left="255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970"/>
        </w:tabs>
        <w:ind w:left="297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390"/>
        </w:tabs>
        <w:ind w:left="339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3810"/>
        </w:tabs>
        <w:ind w:left="381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30"/>
        </w:tabs>
        <w:ind w:left="423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50"/>
        </w:tabs>
        <w:ind w:left="465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5070"/>
        </w:tabs>
        <w:ind w:left="507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5490"/>
        </w:tabs>
        <w:ind w:left="5490" w:hanging="420"/>
      </w:pPr>
      <w:rPr>
        <w:rFonts w:cs="Times New Roman"/>
      </w:rPr>
    </w:lvl>
  </w:abstractNum>
  <w:abstractNum w:abstractNumId="1">
    <w:nsid w:val="5344BD78"/>
    <w:multiLevelType w:val="singleLevel"/>
    <w:tmpl w:val="5344BD78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2">
    <w:nsid w:val="5344BE47"/>
    <w:multiLevelType w:val="singleLevel"/>
    <w:tmpl w:val="5344BE47"/>
    <w:lvl w:ilvl="0">
      <w:start w:val="3"/>
      <w:numFmt w:val="decimal"/>
      <w:suff w:val="nothing"/>
      <w:lvlText w:val="%1.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bordersDoNotSurroundHeader/>
  <w:bordersDoNotSurroundFooter/>
  <w:stylePaneFormatFilter w:val="3F01"/>
  <w:defaultTabStop w:val="425"/>
  <w:doNotHyphenateCaps/>
  <w:evenAndOddHeaders/>
  <w:drawingGridHorizontalSpacing w:val="311"/>
  <w:drawingGridVerticalSpacing w:val="573"/>
  <w:displayHorizontalDrawingGridEvery w:val="0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06EA"/>
    <w:rsid w:val="000064C8"/>
    <w:rsid w:val="00007F29"/>
    <w:rsid w:val="00052BDA"/>
    <w:rsid w:val="0007499A"/>
    <w:rsid w:val="00076BA5"/>
    <w:rsid w:val="000864A1"/>
    <w:rsid w:val="000B3D91"/>
    <w:rsid w:val="000B5C08"/>
    <w:rsid w:val="000C102B"/>
    <w:rsid w:val="000C254F"/>
    <w:rsid w:val="000D1A01"/>
    <w:rsid w:val="000D75B6"/>
    <w:rsid w:val="000E4C1E"/>
    <w:rsid w:val="000E6C8F"/>
    <w:rsid w:val="001031FA"/>
    <w:rsid w:val="0011548E"/>
    <w:rsid w:val="00124A4D"/>
    <w:rsid w:val="00126787"/>
    <w:rsid w:val="00136575"/>
    <w:rsid w:val="001544F6"/>
    <w:rsid w:val="00161F66"/>
    <w:rsid w:val="00180475"/>
    <w:rsid w:val="00180A8E"/>
    <w:rsid w:val="0018528C"/>
    <w:rsid w:val="001A01A3"/>
    <w:rsid w:val="001A7402"/>
    <w:rsid w:val="001B3079"/>
    <w:rsid w:val="001C0344"/>
    <w:rsid w:val="001C27F9"/>
    <w:rsid w:val="001C6ABE"/>
    <w:rsid w:val="001D723D"/>
    <w:rsid w:val="001E645E"/>
    <w:rsid w:val="001F4700"/>
    <w:rsid w:val="001F5F3A"/>
    <w:rsid w:val="001F7257"/>
    <w:rsid w:val="00202056"/>
    <w:rsid w:val="00216E0F"/>
    <w:rsid w:val="00230F58"/>
    <w:rsid w:val="00235664"/>
    <w:rsid w:val="00260ED0"/>
    <w:rsid w:val="00281167"/>
    <w:rsid w:val="002951FA"/>
    <w:rsid w:val="002955A7"/>
    <w:rsid w:val="002A2934"/>
    <w:rsid w:val="002D60D1"/>
    <w:rsid w:val="002E20B3"/>
    <w:rsid w:val="002E4F77"/>
    <w:rsid w:val="003128F7"/>
    <w:rsid w:val="00322D8E"/>
    <w:rsid w:val="00333A97"/>
    <w:rsid w:val="003341A4"/>
    <w:rsid w:val="00341842"/>
    <w:rsid w:val="00346E24"/>
    <w:rsid w:val="0035032E"/>
    <w:rsid w:val="00360206"/>
    <w:rsid w:val="00366E8E"/>
    <w:rsid w:val="00387222"/>
    <w:rsid w:val="003A3867"/>
    <w:rsid w:val="003B25BF"/>
    <w:rsid w:val="003C1530"/>
    <w:rsid w:val="003C1857"/>
    <w:rsid w:val="003C47F4"/>
    <w:rsid w:val="003C74D4"/>
    <w:rsid w:val="004114FF"/>
    <w:rsid w:val="0041216C"/>
    <w:rsid w:val="00412C9F"/>
    <w:rsid w:val="0042206A"/>
    <w:rsid w:val="00422189"/>
    <w:rsid w:val="00424595"/>
    <w:rsid w:val="00450DE1"/>
    <w:rsid w:val="00452FC3"/>
    <w:rsid w:val="0046300F"/>
    <w:rsid w:val="00482BB7"/>
    <w:rsid w:val="00485504"/>
    <w:rsid w:val="00490308"/>
    <w:rsid w:val="004A1AF1"/>
    <w:rsid w:val="004A241E"/>
    <w:rsid w:val="004E1A34"/>
    <w:rsid w:val="004E7F8F"/>
    <w:rsid w:val="004F0855"/>
    <w:rsid w:val="004F131B"/>
    <w:rsid w:val="0050327E"/>
    <w:rsid w:val="0050777A"/>
    <w:rsid w:val="00510DE2"/>
    <w:rsid w:val="00517234"/>
    <w:rsid w:val="005209F1"/>
    <w:rsid w:val="00532EF9"/>
    <w:rsid w:val="00537395"/>
    <w:rsid w:val="00540966"/>
    <w:rsid w:val="00543DD1"/>
    <w:rsid w:val="005469FD"/>
    <w:rsid w:val="00555EF2"/>
    <w:rsid w:val="00563E2A"/>
    <w:rsid w:val="0056675B"/>
    <w:rsid w:val="005828F0"/>
    <w:rsid w:val="005873EF"/>
    <w:rsid w:val="00597F8F"/>
    <w:rsid w:val="005A3EC1"/>
    <w:rsid w:val="005B3A45"/>
    <w:rsid w:val="005B5585"/>
    <w:rsid w:val="005C4592"/>
    <w:rsid w:val="005D79B5"/>
    <w:rsid w:val="005E6B41"/>
    <w:rsid w:val="005F5C97"/>
    <w:rsid w:val="0061275C"/>
    <w:rsid w:val="00612E02"/>
    <w:rsid w:val="00616955"/>
    <w:rsid w:val="00616C49"/>
    <w:rsid w:val="00617D03"/>
    <w:rsid w:val="00633E57"/>
    <w:rsid w:val="00692A7B"/>
    <w:rsid w:val="00694C01"/>
    <w:rsid w:val="006A4AB1"/>
    <w:rsid w:val="006D136D"/>
    <w:rsid w:val="006E4695"/>
    <w:rsid w:val="006F0260"/>
    <w:rsid w:val="006F10DD"/>
    <w:rsid w:val="006F19D3"/>
    <w:rsid w:val="006F5A76"/>
    <w:rsid w:val="00705B89"/>
    <w:rsid w:val="00717871"/>
    <w:rsid w:val="00725260"/>
    <w:rsid w:val="007338B4"/>
    <w:rsid w:val="00733BCA"/>
    <w:rsid w:val="00755158"/>
    <w:rsid w:val="007635C6"/>
    <w:rsid w:val="007708AF"/>
    <w:rsid w:val="007822CB"/>
    <w:rsid w:val="007A36FF"/>
    <w:rsid w:val="007A4FBF"/>
    <w:rsid w:val="007D44CE"/>
    <w:rsid w:val="007E2F41"/>
    <w:rsid w:val="007F5E28"/>
    <w:rsid w:val="008165B1"/>
    <w:rsid w:val="00817E81"/>
    <w:rsid w:val="008408CC"/>
    <w:rsid w:val="00853FA2"/>
    <w:rsid w:val="008707EB"/>
    <w:rsid w:val="0088356C"/>
    <w:rsid w:val="008954A0"/>
    <w:rsid w:val="008979D1"/>
    <w:rsid w:val="008A1101"/>
    <w:rsid w:val="008B4014"/>
    <w:rsid w:val="008D06EA"/>
    <w:rsid w:val="008D5152"/>
    <w:rsid w:val="008E17AA"/>
    <w:rsid w:val="008E4025"/>
    <w:rsid w:val="00910ACB"/>
    <w:rsid w:val="0094230F"/>
    <w:rsid w:val="0094446C"/>
    <w:rsid w:val="009748A8"/>
    <w:rsid w:val="00975610"/>
    <w:rsid w:val="009A49F4"/>
    <w:rsid w:val="009B0B4E"/>
    <w:rsid w:val="009B1F96"/>
    <w:rsid w:val="009B6FE7"/>
    <w:rsid w:val="009E0337"/>
    <w:rsid w:val="009E71A2"/>
    <w:rsid w:val="00A03A6A"/>
    <w:rsid w:val="00A118D2"/>
    <w:rsid w:val="00A20C30"/>
    <w:rsid w:val="00A241EF"/>
    <w:rsid w:val="00A477C7"/>
    <w:rsid w:val="00A55AC0"/>
    <w:rsid w:val="00A63AAA"/>
    <w:rsid w:val="00A76896"/>
    <w:rsid w:val="00A9283B"/>
    <w:rsid w:val="00A96BF4"/>
    <w:rsid w:val="00AA02D3"/>
    <w:rsid w:val="00AA1381"/>
    <w:rsid w:val="00AA169A"/>
    <w:rsid w:val="00AA1FF9"/>
    <w:rsid w:val="00AA3451"/>
    <w:rsid w:val="00AB3174"/>
    <w:rsid w:val="00AB4D22"/>
    <w:rsid w:val="00AB75D7"/>
    <w:rsid w:val="00AD28BA"/>
    <w:rsid w:val="00AD771D"/>
    <w:rsid w:val="00AF3D95"/>
    <w:rsid w:val="00B157D7"/>
    <w:rsid w:val="00B231B9"/>
    <w:rsid w:val="00B377A4"/>
    <w:rsid w:val="00B560D0"/>
    <w:rsid w:val="00B56EA9"/>
    <w:rsid w:val="00B669A0"/>
    <w:rsid w:val="00B77BAB"/>
    <w:rsid w:val="00B84B62"/>
    <w:rsid w:val="00B94CB2"/>
    <w:rsid w:val="00BB2F58"/>
    <w:rsid w:val="00BC0A82"/>
    <w:rsid w:val="00BC5303"/>
    <w:rsid w:val="00BD36A4"/>
    <w:rsid w:val="00BE6063"/>
    <w:rsid w:val="00C01C9F"/>
    <w:rsid w:val="00C03A11"/>
    <w:rsid w:val="00C05A1F"/>
    <w:rsid w:val="00C2059F"/>
    <w:rsid w:val="00C37593"/>
    <w:rsid w:val="00C403BD"/>
    <w:rsid w:val="00C57E64"/>
    <w:rsid w:val="00C645DD"/>
    <w:rsid w:val="00C82EF3"/>
    <w:rsid w:val="00C82FAE"/>
    <w:rsid w:val="00C838B4"/>
    <w:rsid w:val="00C902AD"/>
    <w:rsid w:val="00C96146"/>
    <w:rsid w:val="00CA29CA"/>
    <w:rsid w:val="00CA4C3E"/>
    <w:rsid w:val="00CB71ED"/>
    <w:rsid w:val="00CC0028"/>
    <w:rsid w:val="00CC74C2"/>
    <w:rsid w:val="00CD3696"/>
    <w:rsid w:val="00CE1FC9"/>
    <w:rsid w:val="00CE45C7"/>
    <w:rsid w:val="00D0300F"/>
    <w:rsid w:val="00D166C5"/>
    <w:rsid w:val="00D53862"/>
    <w:rsid w:val="00D77B1C"/>
    <w:rsid w:val="00D83F14"/>
    <w:rsid w:val="00DB297E"/>
    <w:rsid w:val="00DB53CD"/>
    <w:rsid w:val="00DD3B3F"/>
    <w:rsid w:val="00DD5D4C"/>
    <w:rsid w:val="00DE1B2C"/>
    <w:rsid w:val="00DF44AC"/>
    <w:rsid w:val="00DF5596"/>
    <w:rsid w:val="00E068E3"/>
    <w:rsid w:val="00E11873"/>
    <w:rsid w:val="00E14061"/>
    <w:rsid w:val="00E2408C"/>
    <w:rsid w:val="00E43B5F"/>
    <w:rsid w:val="00E46F3B"/>
    <w:rsid w:val="00E56990"/>
    <w:rsid w:val="00E61CD2"/>
    <w:rsid w:val="00E63E6C"/>
    <w:rsid w:val="00E651CE"/>
    <w:rsid w:val="00EA14B4"/>
    <w:rsid w:val="00EA2964"/>
    <w:rsid w:val="00EA3267"/>
    <w:rsid w:val="00EB67E2"/>
    <w:rsid w:val="00ED1F75"/>
    <w:rsid w:val="00EE10D3"/>
    <w:rsid w:val="00EE1401"/>
    <w:rsid w:val="00EE7B31"/>
    <w:rsid w:val="00F071DD"/>
    <w:rsid w:val="00F1147C"/>
    <w:rsid w:val="00F23ABA"/>
    <w:rsid w:val="00F3653F"/>
    <w:rsid w:val="00F5450F"/>
    <w:rsid w:val="00F550C6"/>
    <w:rsid w:val="00F863E0"/>
    <w:rsid w:val="00FC1C06"/>
    <w:rsid w:val="00FC457A"/>
    <w:rsid w:val="00FD1BCC"/>
    <w:rsid w:val="00FF2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EC1"/>
    <w:pPr>
      <w:widowControl w:val="0"/>
      <w:jc w:val="both"/>
    </w:pPr>
    <w:rPr>
      <w:rFonts w:eastAsia="仿宋_GB2312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A3EC1"/>
    <w:pPr>
      <w:keepNext/>
      <w:keepLines/>
      <w:adjustRightInd w:val="0"/>
      <w:jc w:val="distribute"/>
      <w:outlineLvl w:val="0"/>
    </w:pPr>
    <w:rPr>
      <w:rFonts w:eastAsia="公文小标宋简"/>
      <w:b/>
      <w:bCs/>
      <w:vanish/>
      <w:color w:val="FF0000"/>
      <w:kern w:val="44"/>
      <w:sz w:val="72"/>
      <w:szCs w:val="72"/>
    </w:rPr>
  </w:style>
  <w:style w:type="paragraph" w:styleId="Heading2">
    <w:name w:val="heading 2"/>
    <w:basedOn w:val="Normal"/>
    <w:next w:val="NormalIndent"/>
    <w:link w:val="Heading2Char"/>
    <w:uiPriority w:val="99"/>
    <w:qFormat/>
    <w:rsid w:val="005A3EC1"/>
    <w:pPr>
      <w:keepNext/>
      <w:keepLines/>
      <w:spacing w:before="260" w:after="260" w:line="416" w:lineRule="auto"/>
      <w:outlineLvl w:val="1"/>
    </w:pPr>
    <w:rPr>
      <w:rFonts w:ascii="Arial" w:eastAsia="黑体" w:hAnsi="Arial" w:cs="Arial"/>
      <w:b/>
      <w:bCs/>
    </w:rPr>
  </w:style>
  <w:style w:type="paragraph" w:styleId="Heading3">
    <w:name w:val="heading 3"/>
    <w:basedOn w:val="Normal"/>
    <w:next w:val="NormalIndent"/>
    <w:link w:val="Heading3Char"/>
    <w:uiPriority w:val="99"/>
    <w:qFormat/>
    <w:rsid w:val="005A3EC1"/>
    <w:pPr>
      <w:keepNext/>
      <w:keepLines/>
      <w:spacing w:before="1000" w:after="400"/>
      <w:jc w:val="center"/>
      <w:outlineLvl w:val="2"/>
    </w:pPr>
    <w:rPr>
      <w:rFonts w:ascii="公文小标宋简" w:eastAsia="公文小标宋简" w:cs="公文小标宋简"/>
      <w:noProof/>
      <w:sz w:val="44"/>
      <w:szCs w:val="4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17871"/>
    <w:rPr>
      <w:rFonts w:eastAsia="仿宋_GB2312" w:cs="Times New Roman"/>
      <w:b/>
      <w:bCs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17871"/>
    <w:rPr>
      <w:rFonts w:ascii="Cambria" w:eastAsia="宋体" w:hAnsi="Cambria" w:cs="Cambria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17871"/>
    <w:rPr>
      <w:rFonts w:eastAsia="仿宋_GB2312" w:cs="Times New Roman"/>
      <w:b/>
      <w:bCs/>
      <w:sz w:val="32"/>
      <w:szCs w:val="32"/>
    </w:rPr>
  </w:style>
  <w:style w:type="paragraph" w:styleId="NormalIndent">
    <w:name w:val="Normal Indent"/>
    <w:basedOn w:val="Normal"/>
    <w:uiPriority w:val="99"/>
    <w:semiHidden/>
    <w:rsid w:val="00975610"/>
    <w:pPr>
      <w:ind w:firstLine="630"/>
    </w:pPr>
    <w:rPr>
      <w:kern w:val="0"/>
    </w:rPr>
  </w:style>
  <w:style w:type="paragraph" w:styleId="Footer">
    <w:name w:val="footer"/>
    <w:basedOn w:val="Normal"/>
    <w:link w:val="FooterChar"/>
    <w:uiPriority w:val="99"/>
    <w:semiHidden/>
    <w:rsid w:val="005A3E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17871"/>
    <w:rPr>
      <w:rFonts w:eastAsia="仿宋_GB2312" w:cs="Times New Roman"/>
      <w:sz w:val="18"/>
      <w:szCs w:val="18"/>
    </w:rPr>
  </w:style>
  <w:style w:type="character" w:styleId="PageNumber">
    <w:name w:val="page number"/>
    <w:basedOn w:val="DefaultParagraphFont"/>
    <w:uiPriority w:val="99"/>
    <w:semiHidden/>
    <w:rsid w:val="00975610"/>
    <w:rPr>
      <w:rFonts w:eastAsia="宋体" w:cs="Times New Roman"/>
      <w:sz w:val="28"/>
      <w:szCs w:val="28"/>
    </w:rPr>
  </w:style>
  <w:style w:type="paragraph" w:customStyle="1" w:styleId="a">
    <w:name w:val="主题词"/>
    <w:basedOn w:val="Normal"/>
    <w:uiPriority w:val="99"/>
    <w:rsid w:val="005A3EC1"/>
    <w:pPr>
      <w:framePr w:wrap="notBeside" w:hAnchor="margin" w:x="1" w:yAlign="bottom"/>
      <w:ind w:left="1246" w:hanging="1246"/>
    </w:pPr>
    <w:rPr>
      <w:rFonts w:eastAsia="公文小标宋简"/>
    </w:rPr>
  </w:style>
  <w:style w:type="paragraph" w:customStyle="1" w:styleId="a0">
    <w:name w:val="附件"/>
    <w:basedOn w:val="Normal"/>
    <w:uiPriority w:val="99"/>
    <w:rsid w:val="005A3EC1"/>
    <w:pPr>
      <w:ind w:left="1638" w:hanging="1016"/>
    </w:pPr>
  </w:style>
  <w:style w:type="paragraph" w:styleId="Date">
    <w:name w:val="Date"/>
    <w:basedOn w:val="Normal"/>
    <w:next w:val="Normal"/>
    <w:link w:val="DateChar1"/>
    <w:uiPriority w:val="99"/>
    <w:semiHidden/>
    <w:rsid w:val="00975610"/>
    <w:rPr>
      <w:noProof/>
      <w:kern w:val="0"/>
      <w:sz w:val="20"/>
      <w:szCs w:val="20"/>
    </w:r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717871"/>
    <w:rPr>
      <w:rFonts w:eastAsia="仿宋_GB2312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B669A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17871"/>
    <w:rPr>
      <w:rFonts w:eastAsia="仿宋_GB2312" w:cs="Times New Roman"/>
      <w:sz w:val="18"/>
      <w:szCs w:val="18"/>
    </w:rPr>
  </w:style>
  <w:style w:type="paragraph" w:customStyle="1" w:styleId="a1">
    <w:name w:val="秘密紧急"/>
    <w:basedOn w:val="Normal"/>
    <w:uiPriority w:val="99"/>
    <w:rsid w:val="005A3EC1"/>
    <w:pPr>
      <w:jc w:val="right"/>
    </w:pPr>
    <w:rPr>
      <w:rFonts w:ascii="黑体" w:eastAsia="黑体" w:cs="黑体"/>
    </w:rPr>
  </w:style>
  <w:style w:type="paragraph" w:customStyle="1" w:styleId="a2">
    <w:name w:val="抄 送"/>
    <w:basedOn w:val="a"/>
    <w:uiPriority w:val="99"/>
    <w:rsid w:val="005A3EC1"/>
    <w:pPr>
      <w:framePr w:wrap="notBeside"/>
      <w:ind w:left="0" w:firstLine="0"/>
    </w:pPr>
    <w:rPr>
      <w:rFonts w:eastAsia="仿宋_GB2312"/>
    </w:rPr>
  </w:style>
  <w:style w:type="table" w:styleId="TableGrid">
    <w:name w:val="Table Grid"/>
    <w:basedOn w:val="TableNormal"/>
    <w:uiPriority w:val="99"/>
    <w:rsid w:val="00AB75D7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link w:val="SubtitleChar"/>
    <w:uiPriority w:val="99"/>
    <w:qFormat/>
    <w:locked/>
    <w:rsid w:val="000B5C08"/>
    <w:pPr>
      <w:spacing w:before="240" w:after="60" w:line="312" w:lineRule="auto"/>
      <w:jc w:val="center"/>
      <w:outlineLvl w:val="1"/>
    </w:pPr>
    <w:rPr>
      <w:rFonts w:ascii="Arial" w:eastAsia="宋体" w:hAnsi="Arial" w:cs="Arial"/>
      <w:b/>
      <w:bCs/>
      <w:kern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1F5F3A"/>
    <w:rPr>
      <w:rFonts w:ascii="Cambria" w:hAnsi="Cambria" w:cs="Cambria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0B5C08"/>
    <w:rPr>
      <w:rFonts w:eastAsia="宋体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5F3A"/>
    <w:rPr>
      <w:rFonts w:eastAsia="仿宋_GB2312" w:cs="Times New Roman"/>
      <w:sz w:val="2"/>
      <w:szCs w:val="2"/>
    </w:rPr>
  </w:style>
  <w:style w:type="character" w:customStyle="1" w:styleId="CharChar1">
    <w:name w:val="Char Char1"/>
    <w:uiPriority w:val="99"/>
    <w:rsid w:val="000B5C08"/>
    <w:rPr>
      <w:kern w:val="2"/>
      <w:sz w:val="18"/>
    </w:rPr>
  </w:style>
  <w:style w:type="character" w:customStyle="1" w:styleId="CharChar">
    <w:name w:val="Char Char"/>
    <w:uiPriority w:val="99"/>
    <w:rsid w:val="000B5C08"/>
    <w:rPr>
      <w:kern w:val="2"/>
      <w:sz w:val="18"/>
    </w:rPr>
  </w:style>
  <w:style w:type="paragraph" w:styleId="DocumentMap">
    <w:name w:val="Document Map"/>
    <w:basedOn w:val="Normal"/>
    <w:link w:val="DocumentMapChar"/>
    <w:uiPriority w:val="99"/>
    <w:semiHidden/>
    <w:rsid w:val="00AA02D3"/>
    <w:rPr>
      <w:rFonts w:ascii="宋体" w:eastAsia="宋体" w:cs="宋体"/>
      <w:sz w:val="18"/>
      <w:szCs w:val="1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AA02D3"/>
    <w:rPr>
      <w:rFonts w:ascii="宋体" w:cs="宋体"/>
      <w:sz w:val="18"/>
      <w:szCs w:val="18"/>
    </w:rPr>
  </w:style>
  <w:style w:type="character" w:styleId="Hyperlink">
    <w:name w:val="Hyperlink"/>
    <w:basedOn w:val="DefaultParagraphFont"/>
    <w:uiPriority w:val="99"/>
    <w:rsid w:val="00975610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locked/>
    <w:rsid w:val="00975610"/>
    <w:rPr>
      <w:rFonts w:cs="Times New Roman"/>
      <w:b/>
      <w:bCs/>
    </w:rPr>
  </w:style>
  <w:style w:type="character" w:customStyle="1" w:styleId="BodyTextChar">
    <w:name w:val="Body Text Char"/>
    <w:uiPriority w:val="99"/>
    <w:locked/>
    <w:rsid w:val="00975610"/>
    <w:rPr>
      <w:rFonts w:eastAsia="仿宋_GB2312"/>
      <w:sz w:val="32"/>
    </w:rPr>
  </w:style>
  <w:style w:type="character" w:customStyle="1" w:styleId="BodyTextIndentChar1">
    <w:name w:val="Body Text Indent Char1"/>
    <w:uiPriority w:val="99"/>
    <w:locked/>
    <w:rsid w:val="00975610"/>
    <w:rPr>
      <w:rFonts w:eastAsia="仿宋_GB2312"/>
      <w:sz w:val="32"/>
    </w:rPr>
  </w:style>
  <w:style w:type="character" w:customStyle="1" w:styleId="DateChar1">
    <w:name w:val="Date Char1"/>
    <w:basedOn w:val="DefaultParagraphFont"/>
    <w:link w:val="Date"/>
    <w:uiPriority w:val="99"/>
    <w:locked/>
    <w:rsid w:val="00975610"/>
    <w:rPr>
      <w:rFonts w:eastAsia="仿宋_GB2312" w:cs="Times New Roman"/>
    </w:rPr>
  </w:style>
  <w:style w:type="character" w:customStyle="1" w:styleId="BodyTextIndent3Char1">
    <w:name w:val="Body Text Indent 3 Char1"/>
    <w:uiPriority w:val="99"/>
    <w:locked/>
    <w:rsid w:val="00975610"/>
    <w:rPr>
      <w:rFonts w:eastAsia="仿宋_GB2312"/>
      <w:sz w:val="16"/>
    </w:rPr>
  </w:style>
  <w:style w:type="character" w:customStyle="1" w:styleId="PlainTextChar1">
    <w:name w:val="Plain Text Char1"/>
    <w:uiPriority w:val="99"/>
    <w:locked/>
    <w:rsid w:val="00975610"/>
    <w:rPr>
      <w:rFonts w:ascii="宋体" w:hAnsi="Courier New"/>
      <w:sz w:val="21"/>
    </w:rPr>
  </w:style>
  <w:style w:type="paragraph" w:styleId="BodyText">
    <w:name w:val="Body Text"/>
    <w:basedOn w:val="Normal"/>
    <w:link w:val="BodyTextChar1"/>
    <w:uiPriority w:val="99"/>
    <w:rsid w:val="00975610"/>
    <w:rPr>
      <w:kern w:val="0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CC0028"/>
    <w:rPr>
      <w:rFonts w:eastAsia="仿宋_GB2312" w:cs="Times New Roman"/>
      <w:sz w:val="32"/>
      <w:szCs w:val="32"/>
    </w:rPr>
  </w:style>
  <w:style w:type="paragraph" w:styleId="PlainText">
    <w:name w:val="Plain Text"/>
    <w:basedOn w:val="Normal"/>
    <w:link w:val="PlainTextChar"/>
    <w:uiPriority w:val="99"/>
    <w:rsid w:val="00975610"/>
    <w:rPr>
      <w:rFonts w:ascii="宋体" w:eastAsia="宋体" w:hAnsi="Courier New"/>
      <w:kern w:val="0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CC0028"/>
    <w:rPr>
      <w:rFonts w:ascii="宋体" w:hAnsi="Courier New" w:cs="Courier New"/>
      <w:sz w:val="21"/>
      <w:szCs w:val="21"/>
    </w:rPr>
  </w:style>
  <w:style w:type="paragraph" w:styleId="BodyTextIndent">
    <w:name w:val="Body Text Indent"/>
    <w:basedOn w:val="Normal"/>
    <w:link w:val="BodyTextIndentChar"/>
    <w:uiPriority w:val="99"/>
    <w:rsid w:val="00975610"/>
    <w:pPr>
      <w:spacing w:line="440" w:lineRule="atLeast"/>
      <w:ind w:firstLineChars="200" w:firstLine="480"/>
    </w:pPr>
    <w:rPr>
      <w:kern w:val="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C0028"/>
    <w:rPr>
      <w:rFonts w:eastAsia="仿宋_GB2312" w:cs="Times New Roman"/>
      <w:sz w:val="32"/>
      <w:szCs w:val="32"/>
    </w:rPr>
  </w:style>
  <w:style w:type="paragraph" w:customStyle="1" w:styleId="title">
    <w:name w:val="title"/>
    <w:basedOn w:val="Normal"/>
    <w:uiPriority w:val="99"/>
    <w:rsid w:val="00975610"/>
    <w:pPr>
      <w:widowControl/>
      <w:spacing w:before="100" w:beforeAutospacing="1" w:after="100" w:afterAutospacing="1" w:line="375" w:lineRule="atLeast"/>
      <w:jc w:val="left"/>
    </w:pPr>
    <w:rPr>
      <w:rFonts w:eastAsia="宋体"/>
      <w:kern w:val="0"/>
      <w:sz w:val="30"/>
      <w:szCs w:val="30"/>
    </w:rPr>
  </w:style>
  <w:style w:type="paragraph" w:styleId="NormalWeb">
    <w:name w:val="Normal (Web)"/>
    <w:basedOn w:val="Normal"/>
    <w:uiPriority w:val="99"/>
    <w:rsid w:val="009756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75610"/>
    <w:pPr>
      <w:spacing w:line="560" w:lineRule="exact"/>
      <w:ind w:firstLine="615"/>
    </w:pPr>
    <w:rPr>
      <w:kern w:val="0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CC0028"/>
    <w:rPr>
      <w:rFonts w:eastAsia="仿宋_GB2312" w:cs="Times New Roman"/>
      <w:sz w:val="16"/>
      <w:szCs w:val="16"/>
    </w:rPr>
  </w:style>
  <w:style w:type="character" w:customStyle="1" w:styleId="contenttitle1">
    <w:name w:val="content_title1"/>
    <w:basedOn w:val="DefaultParagraphFont"/>
    <w:uiPriority w:val="99"/>
    <w:rsid w:val="00BC5303"/>
    <w:rPr>
      <w:rFonts w:cs="Times New Roman"/>
      <w:color w:val="000000"/>
      <w:sz w:val="19"/>
      <w:szCs w:val="19"/>
      <w:u w:val="none"/>
      <w:effect w:val="none"/>
    </w:rPr>
  </w:style>
  <w:style w:type="character" w:customStyle="1" w:styleId="CharChar11">
    <w:name w:val="Char Char11"/>
    <w:uiPriority w:val="99"/>
    <w:rsid w:val="00555EF2"/>
    <w:rPr>
      <w:sz w:val="18"/>
    </w:rPr>
  </w:style>
  <w:style w:type="character" w:customStyle="1" w:styleId="CharChar12">
    <w:name w:val="Char Char12"/>
    <w:uiPriority w:val="99"/>
    <w:rsid w:val="000D1A01"/>
    <w:rPr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3C74D4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C0028"/>
    <w:rPr>
      <w:rFonts w:eastAsia="仿宋_GB2312" w:cs="Times New Roman"/>
      <w:sz w:val="32"/>
      <w:szCs w:val="3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C74D4"/>
    <w:rPr>
      <w:rFonts w:ascii="Calibri" w:hAnsi="Calibri" w:cs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C0028"/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3C74D4"/>
    <w:rPr>
      <w:rFonts w:cs="Times New Roman"/>
      <w:sz w:val="21"/>
      <w:szCs w:val="21"/>
    </w:rPr>
  </w:style>
  <w:style w:type="paragraph" w:customStyle="1" w:styleId="1">
    <w:name w:val="列出段落1"/>
    <w:basedOn w:val="Normal"/>
    <w:uiPriority w:val="99"/>
    <w:rsid w:val="003C74D4"/>
    <w:pPr>
      <w:ind w:firstLineChars="200" w:firstLine="420"/>
    </w:pPr>
    <w:rPr>
      <w:rFonts w:ascii="Calibri" w:eastAsia="宋体" w:hAnsi="Calibri" w:cs="Calibri"/>
      <w:sz w:val="21"/>
      <w:szCs w:val="21"/>
    </w:rPr>
  </w:style>
  <w:style w:type="character" w:customStyle="1" w:styleId="CharChar3">
    <w:name w:val="Char Char3"/>
    <w:uiPriority w:val="99"/>
    <w:rsid w:val="003C74D4"/>
    <w:rPr>
      <w:sz w:val="18"/>
    </w:rPr>
  </w:style>
  <w:style w:type="character" w:customStyle="1" w:styleId="CharChar13">
    <w:name w:val="Char Char13"/>
    <w:uiPriority w:val="99"/>
    <w:rsid w:val="003C74D4"/>
    <w:rPr>
      <w:sz w:val="18"/>
    </w:rPr>
  </w:style>
  <w:style w:type="character" w:customStyle="1" w:styleId="CharChar2">
    <w:name w:val="Char Char2"/>
    <w:uiPriority w:val="99"/>
    <w:semiHidden/>
    <w:rsid w:val="003C74D4"/>
    <w:rPr>
      <w:sz w:val="18"/>
    </w:rPr>
  </w:style>
  <w:style w:type="paragraph" w:customStyle="1" w:styleId="10">
    <w:name w:val="标题1"/>
    <w:basedOn w:val="Normal"/>
    <w:uiPriority w:val="99"/>
    <w:rsid w:val="003C74D4"/>
    <w:pPr>
      <w:widowControl/>
      <w:spacing w:before="100" w:beforeAutospacing="1" w:after="100" w:afterAutospacing="1" w:line="375" w:lineRule="atLeast"/>
      <w:jc w:val="left"/>
    </w:pPr>
    <w:rPr>
      <w:rFonts w:ascii="_x001A_" w:eastAsia="宋体" w:hAnsi="_x001A_" w:cs="_x001A_"/>
      <w:sz w:val="30"/>
      <w:szCs w:val="30"/>
    </w:rPr>
  </w:style>
  <w:style w:type="character" w:customStyle="1" w:styleId="CharChar4">
    <w:name w:val="Char Char4"/>
    <w:uiPriority w:val="99"/>
    <w:rsid w:val="005D79B5"/>
    <w:rPr>
      <w:sz w:val="18"/>
    </w:rPr>
  </w:style>
  <w:style w:type="character" w:customStyle="1" w:styleId="CharChar14">
    <w:name w:val="Char Char14"/>
    <w:uiPriority w:val="99"/>
    <w:rsid w:val="005D79B5"/>
    <w:rPr>
      <w:sz w:val="18"/>
    </w:rPr>
  </w:style>
  <w:style w:type="character" w:customStyle="1" w:styleId="CharChar21">
    <w:name w:val="Char Char21"/>
    <w:uiPriority w:val="99"/>
    <w:semiHidden/>
    <w:rsid w:val="005D79B5"/>
    <w:rPr>
      <w:sz w:val="18"/>
    </w:rPr>
  </w:style>
  <w:style w:type="character" w:customStyle="1" w:styleId="CharChar5">
    <w:name w:val="Char Char5"/>
    <w:uiPriority w:val="99"/>
    <w:rsid w:val="00D77B1C"/>
    <w:rPr>
      <w:sz w:val="18"/>
    </w:rPr>
  </w:style>
  <w:style w:type="character" w:customStyle="1" w:styleId="CharChar15">
    <w:name w:val="Char Char15"/>
    <w:uiPriority w:val="99"/>
    <w:rsid w:val="00D77B1C"/>
    <w:rPr>
      <w:sz w:val="18"/>
    </w:rPr>
  </w:style>
  <w:style w:type="character" w:customStyle="1" w:styleId="CharChar22">
    <w:name w:val="Char Char22"/>
    <w:uiPriority w:val="99"/>
    <w:semiHidden/>
    <w:rsid w:val="00D77B1C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66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184</TotalTime>
  <Pages>1</Pages>
  <Words>80</Words>
  <Characters>458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HUST</dc:creator>
  <cp:keywords/>
  <dc:description/>
  <cp:lastModifiedBy>wxm</cp:lastModifiedBy>
  <cp:revision>14</cp:revision>
  <cp:lastPrinted>2015-05-20T00:39:00Z</cp:lastPrinted>
  <dcterms:created xsi:type="dcterms:W3CDTF">2015-05-19T07:04:00Z</dcterms:created>
  <dcterms:modified xsi:type="dcterms:W3CDTF">2015-05-21T07:56:00Z</dcterms:modified>
</cp:coreProperties>
</file>